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A55" w:rsidRPr="00264681" w:rsidRDefault="00305A55" w:rsidP="00A52D73">
      <w:pPr>
        <w:tabs>
          <w:tab w:val="left" w:pos="2420"/>
          <w:tab w:val="center" w:pos="4320"/>
        </w:tabs>
        <w:rPr>
          <w:b/>
          <w:i/>
          <w:color w:val="0000FF"/>
        </w:rPr>
      </w:pPr>
      <w:r w:rsidRPr="00264681">
        <w:rPr>
          <w:b/>
          <w:i/>
          <w:color w:val="0000FF"/>
        </w:rPr>
        <w:tab/>
      </w:r>
      <w:r w:rsidRPr="00264681">
        <w:rPr>
          <w:b/>
          <w:i/>
          <w:color w:val="0000FF"/>
        </w:rPr>
        <w:tab/>
        <w:t>Grade 7 Project Choice Board Chapitre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28"/>
        <w:gridCol w:w="4428"/>
      </w:tblGrid>
      <w:tr w:rsidR="00305A55" w:rsidRPr="00264681" w:rsidTr="007F0A87">
        <w:tc>
          <w:tcPr>
            <w:tcW w:w="4428" w:type="dxa"/>
          </w:tcPr>
          <w:p w:rsidR="00305A55" w:rsidRPr="00264681" w:rsidRDefault="00305A55" w:rsidP="007F0A87">
            <w:pPr>
              <w:tabs>
                <w:tab w:val="left" w:pos="2420"/>
                <w:tab w:val="center" w:pos="4320"/>
              </w:tabs>
              <w:rPr>
                <w:rFonts w:eastAsia="MS MinNew Roman"/>
                <w:i/>
                <w:color w:val="0000FF"/>
              </w:rPr>
            </w:pPr>
            <w:r w:rsidRPr="00264681">
              <w:rPr>
                <w:rFonts w:eastAsia="MS MinNew Roman"/>
                <w:i/>
                <w:color w:val="0000FF"/>
              </w:rPr>
              <w:t>Choice 1</w:t>
            </w:r>
          </w:p>
          <w:p w:rsidR="00305A55" w:rsidRPr="00264681" w:rsidRDefault="00305A55" w:rsidP="007F0A87">
            <w:pPr>
              <w:tabs>
                <w:tab w:val="left" w:pos="2420"/>
                <w:tab w:val="center" w:pos="4320"/>
              </w:tabs>
              <w:rPr>
                <w:rFonts w:eastAsia="MS MinNew Roman"/>
                <w:b/>
                <w:color w:val="0000FF"/>
              </w:rPr>
            </w:pPr>
            <w:r w:rsidRPr="00264681">
              <w:rPr>
                <w:rFonts w:eastAsia="MS MinNew Roman"/>
                <w:b/>
                <w:color w:val="0000FF"/>
              </w:rPr>
              <w:t>Create a Clothing Catalog</w:t>
            </w:r>
          </w:p>
          <w:p w:rsidR="00305A55" w:rsidRPr="00264681" w:rsidRDefault="00305A55" w:rsidP="007F0A87">
            <w:pPr>
              <w:tabs>
                <w:tab w:val="left" w:pos="2420"/>
                <w:tab w:val="center" w:pos="4320"/>
              </w:tabs>
              <w:rPr>
                <w:rFonts w:eastAsia="MS MinNew Roman"/>
                <w:b/>
                <w:color w:val="0000FF"/>
              </w:rPr>
            </w:pPr>
          </w:p>
          <w:p w:rsidR="00305A55" w:rsidRPr="00264681" w:rsidRDefault="00305A55" w:rsidP="007F0A87">
            <w:pPr>
              <w:tabs>
                <w:tab w:val="left" w:pos="2420"/>
                <w:tab w:val="center" w:pos="4320"/>
              </w:tabs>
              <w:rPr>
                <w:rFonts w:eastAsia="MS MinNew Roman"/>
                <w:color w:val="0000FF"/>
              </w:rPr>
            </w:pPr>
            <w:r w:rsidRPr="00264681">
              <w:rPr>
                <w:rFonts w:eastAsia="MS MinNew Roman"/>
                <w:color w:val="0000FF"/>
              </w:rPr>
              <w:t>Create a catalog of clothing for men &amp; women, children, OR pets.  The catalog must include 25 different clothing items, and should include adjectives and sizes.  Pictures are a must.</w:t>
            </w:r>
          </w:p>
        </w:tc>
        <w:tc>
          <w:tcPr>
            <w:tcW w:w="4428" w:type="dxa"/>
          </w:tcPr>
          <w:p w:rsidR="00305A55" w:rsidRPr="00264681" w:rsidRDefault="00305A55" w:rsidP="007F0A87">
            <w:pPr>
              <w:tabs>
                <w:tab w:val="left" w:pos="2420"/>
                <w:tab w:val="center" w:pos="4320"/>
              </w:tabs>
              <w:rPr>
                <w:rFonts w:eastAsia="MS MinNew Roman"/>
                <w:i/>
                <w:color w:val="0000FF"/>
              </w:rPr>
            </w:pPr>
            <w:r w:rsidRPr="00264681">
              <w:rPr>
                <w:rFonts w:eastAsia="MS MinNew Roman"/>
                <w:i/>
                <w:color w:val="0000FF"/>
              </w:rPr>
              <w:t>Choice 2</w:t>
            </w:r>
          </w:p>
          <w:p w:rsidR="00305A55" w:rsidRPr="00264681" w:rsidRDefault="00305A55" w:rsidP="007F0A87">
            <w:pPr>
              <w:tabs>
                <w:tab w:val="left" w:pos="2420"/>
                <w:tab w:val="center" w:pos="4320"/>
              </w:tabs>
              <w:rPr>
                <w:rFonts w:eastAsia="MS MinNew Roman"/>
                <w:b/>
                <w:color w:val="0000FF"/>
              </w:rPr>
            </w:pPr>
            <w:r w:rsidRPr="00264681">
              <w:rPr>
                <w:rFonts w:eastAsia="MS MinNew Roman"/>
                <w:b/>
                <w:color w:val="0000FF"/>
              </w:rPr>
              <w:t>Create a Fashion Show</w:t>
            </w:r>
          </w:p>
          <w:p w:rsidR="00305A55" w:rsidRPr="00264681" w:rsidRDefault="00305A55" w:rsidP="007F0A87">
            <w:pPr>
              <w:tabs>
                <w:tab w:val="left" w:pos="2420"/>
                <w:tab w:val="center" w:pos="4320"/>
              </w:tabs>
              <w:rPr>
                <w:rFonts w:eastAsia="MS MinNew Roman"/>
                <w:color w:val="0000FF"/>
              </w:rPr>
            </w:pPr>
          </w:p>
          <w:p w:rsidR="00305A55" w:rsidRPr="00264681" w:rsidRDefault="00305A55" w:rsidP="007F0A87">
            <w:pPr>
              <w:tabs>
                <w:tab w:val="left" w:pos="2420"/>
                <w:tab w:val="center" w:pos="4320"/>
              </w:tabs>
              <w:rPr>
                <w:rFonts w:eastAsia="MS MinNew Roman"/>
                <w:color w:val="0000FF"/>
              </w:rPr>
            </w:pPr>
            <w:r w:rsidRPr="00264681">
              <w:rPr>
                <w:rFonts w:eastAsia="MS MinNew Roman"/>
                <w:color w:val="0000FF"/>
              </w:rPr>
              <w:t>Your fashion show may be in real time, to be presented on Monday, June 10</w:t>
            </w:r>
            <w:r w:rsidRPr="00264681">
              <w:rPr>
                <w:rFonts w:eastAsia="MS MinNew Roman"/>
                <w:color w:val="0000FF"/>
                <w:vertAlign w:val="superscript"/>
              </w:rPr>
              <w:t>th</w:t>
            </w:r>
            <w:r w:rsidRPr="00264681">
              <w:rPr>
                <w:rFonts w:eastAsia="MS MinNew Roman"/>
                <w:color w:val="0000FF"/>
              </w:rPr>
              <w:t>, or an internet fashion show.  You must have a minimum of 25 different items and use adjectives of color and description.</w:t>
            </w:r>
          </w:p>
          <w:p w:rsidR="00305A55" w:rsidRPr="00264681" w:rsidRDefault="00305A55" w:rsidP="007F0A87">
            <w:pPr>
              <w:tabs>
                <w:tab w:val="left" w:pos="2420"/>
                <w:tab w:val="center" w:pos="4320"/>
              </w:tabs>
              <w:rPr>
                <w:rFonts w:eastAsia="MS MinNew Roman"/>
                <w:color w:val="0000FF"/>
              </w:rPr>
            </w:pPr>
          </w:p>
        </w:tc>
      </w:tr>
      <w:tr w:rsidR="00305A55" w:rsidRPr="00264681" w:rsidTr="007F0A87">
        <w:tc>
          <w:tcPr>
            <w:tcW w:w="4428" w:type="dxa"/>
          </w:tcPr>
          <w:p w:rsidR="00305A55" w:rsidRPr="00264681" w:rsidRDefault="00305A55" w:rsidP="007F0A87">
            <w:pPr>
              <w:tabs>
                <w:tab w:val="left" w:pos="2420"/>
                <w:tab w:val="center" w:pos="4320"/>
              </w:tabs>
              <w:rPr>
                <w:rFonts w:eastAsia="MS MinNew Roman"/>
                <w:i/>
                <w:color w:val="0000FF"/>
              </w:rPr>
            </w:pPr>
            <w:r w:rsidRPr="00264681">
              <w:rPr>
                <w:rFonts w:eastAsia="MS MinNew Roman"/>
                <w:i/>
                <w:color w:val="0000FF"/>
              </w:rPr>
              <w:t>Choice 3</w:t>
            </w:r>
          </w:p>
          <w:p w:rsidR="00305A55" w:rsidRPr="00264681" w:rsidRDefault="00305A55" w:rsidP="007F0A87">
            <w:pPr>
              <w:tabs>
                <w:tab w:val="left" w:pos="2420"/>
                <w:tab w:val="center" w:pos="4320"/>
              </w:tabs>
              <w:rPr>
                <w:rFonts w:eastAsia="MS MinNew Roman"/>
                <w:b/>
                <w:color w:val="0000FF"/>
              </w:rPr>
            </w:pPr>
            <w:r w:rsidRPr="00264681">
              <w:rPr>
                <w:rFonts w:eastAsia="MS MinNew Roman"/>
                <w:b/>
                <w:color w:val="0000FF"/>
              </w:rPr>
              <w:t>Create a famous person’s wardrobe</w:t>
            </w:r>
          </w:p>
          <w:p w:rsidR="00305A55" w:rsidRPr="00264681" w:rsidRDefault="00305A55" w:rsidP="007F0A87">
            <w:pPr>
              <w:tabs>
                <w:tab w:val="left" w:pos="2420"/>
                <w:tab w:val="center" w:pos="4320"/>
              </w:tabs>
              <w:rPr>
                <w:rFonts w:eastAsia="MS MinNew Roman"/>
                <w:b/>
                <w:color w:val="0000FF"/>
              </w:rPr>
            </w:pPr>
          </w:p>
          <w:p w:rsidR="00305A55" w:rsidRPr="00264681" w:rsidRDefault="00305A55" w:rsidP="007F0A87">
            <w:pPr>
              <w:tabs>
                <w:tab w:val="left" w:pos="2420"/>
                <w:tab w:val="center" w:pos="4320"/>
              </w:tabs>
              <w:rPr>
                <w:rFonts w:eastAsia="MS MinNew Roman"/>
                <w:color w:val="0000FF"/>
              </w:rPr>
            </w:pPr>
            <w:r w:rsidRPr="00264681">
              <w:rPr>
                <w:rFonts w:eastAsia="MS MinNew Roman"/>
                <w:color w:val="0000FF"/>
              </w:rPr>
              <w:t xml:space="preserve">Choose a famous person and create their wardrobe.  Include a picture of the star, and then include at least 15 items of clothing from their personal wardrobe.  Label each item of clothing including an adjective (such as color).  </w:t>
            </w:r>
          </w:p>
          <w:p w:rsidR="00305A55" w:rsidRPr="00264681" w:rsidRDefault="00305A55" w:rsidP="007F0A87">
            <w:pPr>
              <w:tabs>
                <w:tab w:val="left" w:pos="2420"/>
                <w:tab w:val="center" w:pos="4320"/>
              </w:tabs>
              <w:rPr>
                <w:rFonts w:eastAsia="MS MinNew Roman"/>
                <w:color w:val="0000FF"/>
              </w:rPr>
            </w:pPr>
          </w:p>
        </w:tc>
        <w:tc>
          <w:tcPr>
            <w:tcW w:w="4428" w:type="dxa"/>
          </w:tcPr>
          <w:p w:rsidR="00305A55" w:rsidRPr="00264681" w:rsidRDefault="00305A55" w:rsidP="007F0A87">
            <w:pPr>
              <w:tabs>
                <w:tab w:val="left" w:pos="2420"/>
                <w:tab w:val="center" w:pos="4320"/>
              </w:tabs>
              <w:rPr>
                <w:rFonts w:eastAsia="MS MinNew Roman"/>
                <w:i/>
                <w:color w:val="0000FF"/>
              </w:rPr>
            </w:pPr>
            <w:r w:rsidRPr="00264681">
              <w:rPr>
                <w:rFonts w:eastAsia="MS MinNew Roman"/>
                <w:i/>
                <w:color w:val="0000FF"/>
              </w:rPr>
              <w:t>Choice 4</w:t>
            </w:r>
          </w:p>
          <w:p w:rsidR="00305A55" w:rsidRPr="00264681" w:rsidRDefault="00305A55" w:rsidP="007F0A87">
            <w:pPr>
              <w:tabs>
                <w:tab w:val="left" w:pos="2420"/>
                <w:tab w:val="center" w:pos="4320"/>
              </w:tabs>
              <w:rPr>
                <w:rFonts w:eastAsia="MS MinNew Roman"/>
                <w:b/>
                <w:color w:val="0000FF"/>
              </w:rPr>
            </w:pPr>
            <w:r w:rsidRPr="00264681">
              <w:rPr>
                <w:rFonts w:eastAsia="MS MinNew Roman"/>
                <w:b/>
                <w:color w:val="0000FF"/>
              </w:rPr>
              <w:t xml:space="preserve">Create a scrapbook </w:t>
            </w:r>
          </w:p>
          <w:p w:rsidR="00305A55" w:rsidRPr="00264681" w:rsidRDefault="00305A55" w:rsidP="007F0A87">
            <w:pPr>
              <w:tabs>
                <w:tab w:val="left" w:pos="2420"/>
                <w:tab w:val="center" w:pos="4320"/>
              </w:tabs>
              <w:rPr>
                <w:rFonts w:eastAsia="MS MinNew Roman"/>
                <w:b/>
                <w:color w:val="0000FF"/>
              </w:rPr>
            </w:pPr>
          </w:p>
          <w:p w:rsidR="00305A55" w:rsidRPr="00264681" w:rsidRDefault="00305A55" w:rsidP="007F0A87">
            <w:pPr>
              <w:tabs>
                <w:tab w:val="left" w:pos="2420"/>
                <w:tab w:val="center" w:pos="4320"/>
              </w:tabs>
              <w:rPr>
                <w:rFonts w:eastAsia="MS MinNew Roman"/>
                <w:color w:val="0000FF"/>
              </w:rPr>
            </w:pPr>
            <w:r w:rsidRPr="00264681">
              <w:rPr>
                <w:rFonts w:eastAsia="MS MinNew Roman"/>
                <w:color w:val="0000FF"/>
              </w:rPr>
              <w:t xml:space="preserve">Create an album of favorite clothing items with special memories.  This would include sports, beach, casual, and dressy occasions.  Include a minimum of 15 pictures, and describe at least 15 clothing items, including an adjective (such as color). </w:t>
            </w:r>
          </w:p>
        </w:tc>
      </w:tr>
      <w:tr w:rsidR="00305A55" w:rsidRPr="00264681" w:rsidTr="007F0A87">
        <w:tc>
          <w:tcPr>
            <w:tcW w:w="4428" w:type="dxa"/>
          </w:tcPr>
          <w:p w:rsidR="00305A55" w:rsidRPr="00264681" w:rsidRDefault="00305A55" w:rsidP="007F0A87">
            <w:pPr>
              <w:tabs>
                <w:tab w:val="left" w:pos="2420"/>
                <w:tab w:val="center" w:pos="4320"/>
              </w:tabs>
              <w:rPr>
                <w:rFonts w:eastAsia="MS MinNew Roman"/>
                <w:i/>
                <w:color w:val="0000FF"/>
                <w:lang w:val="fr-FR"/>
              </w:rPr>
            </w:pPr>
            <w:r w:rsidRPr="00264681">
              <w:rPr>
                <w:rFonts w:eastAsia="MS MinNew Roman"/>
                <w:i/>
                <w:color w:val="0000FF"/>
                <w:lang w:val="fr-FR"/>
              </w:rPr>
              <w:t>Choice 5</w:t>
            </w:r>
          </w:p>
          <w:p w:rsidR="00305A55" w:rsidRPr="00264681" w:rsidRDefault="00305A55" w:rsidP="007F0A87">
            <w:pPr>
              <w:tabs>
                <w:tab w:val="left" w:pos="2420"/>
                <w:tab w:val="center" w:pos="4320"/>
              </w:tabs>
              <w:rPr>
                <w:rFonts w:eastAsia="MS MinNew Roman"/>
                <w:b/>
                <w:color w:val="0000FF"/>
                <w:lang w:val="fr-FR"/>
              </w:rPr>
            </w:pPr>
            <w:r w:rsidRPr="00264681">
              <w:rPr>
                <w:rFonts w:eastAsia="MS MinNew Roman"/>
                <w:b/>
                <w:color w:val="0000FF"/>
                <w:lang w:val="fr-FR"/>
              </w:rPr>
              <w:t>Galeries Lafayette ou sur Internet?</w:t>
            </w:r>
          </w:p>
          <w:p w:rsidR="00305A55" w:rsidRPr="00264681" w:rsidRDefault="00305A55" w:rsidP="007F0A87">
            <w:pPr>
              <w:tabs>
                <w:tab w:val="left" w:pos="2420"/>
                <w:tab w:val="center" w:pos="4320"/>
              </w:tabs>
              <w:rPr>
                <w:rFonts w:eastAsia="MS MinNew Roman"/>
                <w:b/>
                <w:color w:val="0000FF"/>
                <w:lang w:val="fr-FR"/>
              </w:rPr>
            </w:pPr>
          </w:p>
          <w:p w:rsidR="00305A55" w:rsidRPr="00264681" w:rsidRDefault="00305A55" w:rsidP="007F0A87">
            <w:pPr>
              <w:tabs>
                <w:tab w:val="left" w:pos="2420"/>
                <w:tab w:val="center" w:pos="4320"/>
              </w:tabs>
              <w:rPr>
                <w:rFonts w:eastAsia="MS MinNew Roman"/>
                <w:color w:val="0000FF"/>
              </w:rPr>
            </w:pPr>
            <w:r w:rsidRPr="00264681">
              <w:rPr>
                <w:rFonts w:eastAsia="MS MinNew Roman"/>
                <w:color w:val="0000FF"/>
              </w:rPr>
              <w:t>Where are the items “le plus bon-marché?”  Search for deals – online at French bargain shops, or at the famous Galéries LaFayette.  Compose a list of fifteen clothing items that are similar, but that offer the best deal, and show us in a presentational format!  You must use real colors, prices, and descriptions – en français, bien sur!</w:t>
            </w:r>
          </w:p>
          <w:p w:rsidR="00305A55" w:rsidRPr="00264681" w:rsidRDefault="00305A55" w:rsidP="007F0A87">
            <w:pPr>
              <w:tabs>
                <w:tab w:val="left" w:pos="2420"/>
                <w:tab w:val="center" w:pos="4320"/>
              </w:tabs>
              <w:rPr>
                <w:rFonts w:eastAsia="MS MinNew Roman"/>
                <w:b/>
                <w:color w:val="0000FF"/>
              </w:rPr>
            </w:pPr>
          </w:p>
          <w:p w:rsidR="00305A55" w:rsidRPr="00264681" w:rsidRDefault="00305A55" w:rsidP="007F0A87">
            <w:pPr>
              <w:tabs>
                <w:tab w:val="left" w:pos="2420"/>
                <w:tab w:val="center" w:pos="4320"/>
              </w:tabs>
              <w:rPr>
                <w:rFonts w:eastAsia="MS MinNew Roman"/>
                <w:color w:val="0000FF"/>
              </w:rPr>
            </w:pPr>
          </w:p>
        </w:tc>
        <w:tc>
          <w:tcPr>
            <w:tcW w:w="4428" w:type="dxa"/>
          </w:tcPr>
          <w:p w:rsidR="00305A55" w:rsidRPr="00264681" w:rsidRDefault="00305A55" w:rsidP="007F0A87">
            <w:pPr>
              <w:tabs>
                <w:tab w:val="left" w:pos="2420"/>
                <w:tab w:val="center" w:pos="4320"/>
              </w:tabs>
              <w:rPr>
                <w:rFonts w:eastAsia="MS MinNew Roman"/>
                <w:i/>
                <w:color w:val="0000FF"/>
              </w:rPr>
            </w:pPr>
            <w:r w:rsidRPr="00264681">
              <w:rPr>
                <w:rFonts w:eastAsia="MS MinNew Roman"/>
                <w:i/>
                <w:color w:val="0000FF"/>
              </w:rPr>
              <w:t>Choice 6</w:t>
            </w:r>
          </w:p>
          <w:p w:rsidR="00305A55" w:rsidRPr="00264681" w:rsidRDefault="00305A55" w:rsidP="007F0A87">
            <w:pPr>
              <w:tabs>
                <w:tab w:val="left" w:pos="2420"/>
                <w:tab w:val="center" w:pos="4320"/>
              </w:tabs>
              <w:rPr>
                <w:rFonts w:eastAsia="MS MinNew Roman"/>
                <w:b/>
                <w:color w:val="0000FF"/>
              </w:rPr>
            </w:pPr>
            <w:r w:rsidRPr="00264681">
              <w:rPr>
                <w:rFonts w:eastAsia="MS MinNew Roman"/>
                <w:b/>
                <w:color w:val="0000FF"/>
              </w:rPr>
              <w:t>Seasonal clothing</w:t>
            </w:r>
          </w:p>
          <w:p w:rsidR="00305A55" w:rsidRPr="00264681" w:rsidRDefault="00305A55" w:rsidP="007F0A87">
            <w:pPr>
              <w:tabs>
                <w:tab w:val="left" w:pos="2420"/>
                <w:tab w:val="center" w:pos="4320"/>
              </w:tabs>
              <w:rPr>
                <w:rFonts w:eastAsia="MS MinNew Roman"/>
                <w:b/>
                <w:color w:val="0000FF"/>
              </w:rPr>
            </w:pPr>
          </w:p>
          <w:p w:rsidR="00305A55" w:rsidRPr="00264681" w:rsidRDefault="00305A55" w:rsidP="007F0A87">
            <w:pPr>
              <w:tabs>
                <w:tab w:val="left" w:pos="2420"/>
                <w:tab w:val="center" w:pos="4320"/>
              </w:tabs>
              <w:rPr>
                <w:rFonts w:eastAsia="MS MinNew Roman"/>
                <w:color w:val="0000FF"/>
              </w:rPr>
            </w:pPr>
            <w:r w:rsidRPr="00264681">
              <w:rPr>
                <w:rFonts w:eastAsia="MS MinNew Roman"/>
                <w:color w:val="0000FF"/>
              </w:rPr>
              <w:t xml:space="preserve">You have lots of weather expressions – so now plan a trip to a winter and a summer destination, and show us what clothing you are going to bring on this trip.  You must have a list of items you are packing, with pictures and descriptions of each you are taking on the trip!  Include a statement for each outfit related to the weather:  eight weather statements, and eight outfits or outerwear items of clothing! </w:t>
            </w:r>
          </w:p>
        </w:tc>
      </w:tr>
      <w:tr w:rsidR="00305A55" w:rsidRPr="00264681" w:rsidTr="007F0A87">
        <w:tc>
          <w:tcPr>
            <w:tcW w:w="4428" w:type="dxa"/>
          </w:tcPr>
          <w:p w:rsidR="00305A55" w:rsidRPr="00264681" w:rsidRDefault="00305A55" w:rsidP="007F0A87">
            <w:pPr>
              <w:tabs>
                <w:tab w:val="left" w:pos="2420"/>
                <w:tab w:val="center" w:pos="4320"/>
              </w:tabs>
              <w:rPr>
                <w:rFonts w:eastAsia="MS MinNew Roman"/>
                <w:i/>
                <w:color w:val="0000FF"/>
              </w:rPr>
            </w:pPr>
            <w:r>
              <w:rPr>
                <w:rFonts w:eastAsia="MS MinNew Roman"/>
                <w:i/>
                <w:color w:val="0000FF"/>
              </w:rPr>
              <w:t xml:space="preserve"> </w:t>
            </w:r>
            <w:r w:rsidRPr="00264681">
              <w:rPr>
                <w:rFonts w:eastAsia="MS MinNew Roman"/>
                <w:i/>
                <w:color w:val="0000FF"/>
              </w:rPr>
              <w:t>Choice 7</w:t>
            </w:r>
          </w:p>
          <w:p w:rsidR="00305A55" w:rsidRPr="00264681" w:rsidRDefault="00305A55" w:rsidP="007F0A87">
            <w:pPr>
              <w:tabs>
                <w:tab w:val="left" w:pos="2420"/>
                <w:tab w:val="center" w:pos="4320"/>
              </w:tabs>
              <w:rPr>
                <w:rFonts w:eastAsia="MS MinNew Roman"/>
                <w:b/>
                <w:color w:val="0000FF"/>
              </w:rPr>
            </w:pPr>
            <w:r w:rsidRPr="00264681">
              <w:rPr>
                <w:rFonts w:eastAsia="MS MinNew Roman"/>
                <w:b/>
                <w:color w:val="0000FF"/>
              </w:rPr>
              <w:t>Create a mall</w:t>
            </w:r>
          </w:p>
          <w:p w:rsidR="00305A55" w:rsidRPr="00264681" w:rsidRDefault="00305A55" w:rsidP="007F0A87">
            <w:pPr>
              <w:tabs>
                <w:tab w:val="left" w:pos="2420"/>
                <w:tab w:val="center" w:pos="4320"/>
              </w:tabs>
              <w:rPr>
                <w:rFonts w:eastAsia="MS MinNew Roman"/>
                <w:b/>
                <w:color w:val="0000FF"/>
              </w:rPr>
            </w:pPr>
          </w:p>
          <w:p w:rsidR="00305A55" w:rsidRPr="00264681" w:rsidRDefault="00305A55" w:rsidP="007F0A87">
            <w:pPr>
              <w:tabs>
                <w:tab w:val="left" w:pos="2420"/>
                <w:tab w:val="center" w:pos="4320"/>
              </w:tabs>
              <w:rPr>
                <w:rFonts w:eastAsia="MS MinNew Roman"/>
                <w:color w:val="0000FF"/>
              </w:rPr>
            </w:pPr>
            <w:r w:rsidRPr="00264681">
              <w:rPr>
                <w:rFonts w:eastAsia="MS MinNew Roman"/>
                <w:color w:val="0000FF"/>
              </w:rPr>
              <w:t>Either in 3D or on a large poster: create a mall with shops for men, women, and specialty items.  Each shop must have a shop window that shows items of clothing.  It must have signs, sales, and labeled items of clothing.</w:t>
            </w:r>
          </w:p>
          <w:p w:rsidR="00305A55" w:rsidRPr="00264681" w:rsidRDefault="00305A55" w:rsidP="007F0A87">
            <w:pPr>
              <w:tabs>
                <w:tab w:val="left" w:pos="2420"/>
                <w:tab w:val="center" w:pos="4320"/>
              </w:tabs>
              <w:rPr>
                <w:rFonts w:eastAsia="MS MinNew Roman"/>
                <w:b/>
                <w:color w:val="0000FF"/>
              </w:rPr>
            </w:pPr>
          </w:p>
          <w:p w:rsidR="00305A55" w:rsidRPr="00264681" w:rsidRDefault="00305A55" w:rsidP="007F0A87">
            <w:pPr>
              <w:tabs>
                <w:tab w:val="left" w:pos="2420"/>
                <w:tab w:val="center" w:pos="4320"/>
              </w:tabs>
              <w:rPr>
                <w:rFonts w:eastAsia="MS MinNew Roman"/>
                <w:b/>
                <w:color w:val="0000FF"/>
              </w:rPr>
            </w:pPr>
          </w:p>
        </w:tc>
        <w:tc>
          <w:tcPr>
            <w:tcW w:w="4428" w:type="dxa"/>
          </w:tcPr>
          <w:p w:rsidR="00305A55" w:rsidRPr="00264681" w:rsidRDefault="00305A55" w:rsidP="007F0A87">
            <w:pPr>
              <w:tabs>
                <w:tab w:val="left" w:pos="2420"/>
                <w:tab w:val="center" w:pos="4320"/>
              </w:tabs>
              <w:rPr>
                <w:rFonts w:eastAsia="MS MinNew Roman"/>
                <w:i/>
                <w:color w:val="0000FF"/>
                <w:lang w:val="fr-FR"/>
              </w:rPr>
            </w:pPr>
            <w:r w:rsidRPr="00264681">
              <w:rPr>
                <w:rFonts w:eastAsia="MS MinNew Roman"/>
                <w:i/>
                <w:color w:val="0000FF"/>
                <w:lang w:val="fr-FR"/>
              </w:rPr>
              <w:t>Choice 8</w:t>
            </w:r>
          </w:p>
          <w:p w:rsidR="00305A55" w:rsidRPr="00264681" w:rsidRDefault="00305A55" w:rsidP="007F0A87">
            <w:pPr>
              <w:tabs>
                <w:tab w:val="left" w:pos="2420"/>
                <w:tab w:val="center" w:pos="4320"/>
              </w:tabs>
              <w:rPr>
                <w:rFonts w:eastAsia="MS MinNew Roman"/>
                <w:b/>
                <w:color w:val="0000FF"/>
                <w:sz w:val="22"/>
                <w:szCs w:val="22"/>
                <w:lang w:val="fr-FR"/>
              </w:rPr>
            </w:pPr>
            <w:r w:rsidRPr="00264681">
              <w:rPr>
                <w:rFonts w:eastAsia="MS MinNew Roman"/>
                <w:b/>
                <w:color w:val="0000FF"/>
                <w:sz w:val="22"/>
                <w:szCs w:val="22"/>
                <w:lang w:val="fr-FR"/>
              </w:rPr>
              <w:t>Du coffre de maman, ou de mon placard?</w:t>
            </w:r>
          </w:p>
          <w:p w:rsidR="00305A55" w:rsidRPr="00264681" w:rsidRDefault="00305A55" w:rsidP="007F0A87">
            <w:pPr>
              <w:tabs>
                <w:tab w:val="left" w:pos="2420"/>
                <w:tab w:val="center" w:pos="4320"/>
              </w:tabs>
              <w:rPr>
                <w:rFonts w:eastAsia="MS MinNew Roman"/>
                <w:b/>
                <w:color w:val="0000FF"/>
                <w:sz w:val="20"/>
                <w:szCs w:val="20"/>
                <w:lang w:val="fr-FR"/>
              </w:rPr>
            </w:pPr>
          </w:p>
          <w:p w:rsidR="00305A55" w:rsidRPr="00264681" w:rsidRDefault="00305A55" w:rsidP="007F0A87">
            <w:pPr>
              <w:tabs>
                <w:tab w:val="left" w:pos="2420"/>
                <w:tab w:val="center" w:pos="4320"/>
              </w:tabs>
              <w:rPr>
                <w:rFonts w:eastAsia="MS MinNew Roman"/>
                <w:color w:val="0000FF"/>
              </w:rPr>
            </w:pPr>
            <w:r w:rsidRPr="00264681">
              <w:rPr>
                <w:rFonts w:eastAsia="MS MinNew Roman"/>
                <w:color w:val="0000FF"/>
              </w:rPr>
              <w:t>Using pictures of yourself and your parent (mom or dad), compare styles of today to ones of your parents’ days!  You create the activity, game, or booklet where we have to guess, or just notice, how styles have changed!  You must include at least 20 different clothing items from each time period (e.g. 2 jackets, 2 blouses, 2 dresses . . .)</w:t>
            </w:r>
          </w:p>
        </w:tc>
      </w:tr>
    </w:tbl>
    <w:p w:rsidR="00305A55" w:rsidRPr="00264681" w:rsidRDefault="00305A55" w:rsidP="00A52D73">
      <w:pPr>
        <w:tabs>
          <w:tab w:val="left" w:pos="2420"/>
          <w:tab w:val="center" w:pos="4320"/>
        </w:tabs>
        <w:rPr>
          <w:color w:val="0000FF"/>
        </w:rPr>
      </w:pPr>
      <w:bookmarkStart w:id="0" w:name="_GoBack"/>
      <w:bookmarkEnd w:id="0"/>
    </w:p>
    <w:sectPr w:rsidR="00305A55" w:rsidRPr="00264681" w:rsidSect="006C6BC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MS Minngs">
    <w:altName w:val="w"/>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MS MinNew Roman">
    <w:altName w:val="Roman"/>
    <w:panose1 w:val="00000000000000000000"/>
    <w:charset w:val="80"/>
    <w:family w:val="roma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2D73"/>
    <w:rsid w:val="00264681"/>
    <w:rsid w:val="002B1576"/>
    <w:rsid w:val="00305A55"/>
    <w:rsid w:val="005F7091"/>
    <w:rsid w:val="006C6BC8"/>
    <w:rsid w:val="007F0A87"/>
    <w:rsid w:val="00825469"/>
    <w:rsid w:val="00964925"/>
    <w:rsid w:val="00A52D73"/>
    <w:rsid w:val="00AF7B70"/>
    <w:rsid w:val="00D15690"/>
    <w:rsid w:val="00D22088"/>
    <w:rsid w:val="00E2745C"/>
    <w:rsid w:val="00E46A48"/>
    <w:rsid w:val="00ED3DF4"/>
    <w:rsid w:val="00F470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690"/>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52D7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375</Words>
  <Characters>2141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Chapman</dc:creator>
  <cp:keywords/>
  <dc:description/>
  <cp:lastModifiedBy>edill</cp:lastModifiedBy>
  <cp:revision>2</cp:revision>
  <cp:lastPrinted>2013-05-29T16:38:00Z</cp:lastPrinted>
  <dcterms:created xsi:type="dcterms:W3CDTF">2013-05-29T18:38:00Z</dcterms:created>
  <dcterms:modified xsi:type="dcterms:W3CDTF">2013-05-29T18:38:00Z</dcterms:modified>
</cp:coreProperties>
</file>